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4F11FB">
      <w:pPr>
        <w:pStyle w:val="Heading1"/>
      </w:pPr>
      <w:r>
        <w:rPr>
          <w:lang w:val="en-US"/>
        </w:rPr>
        <w:t>Fi</w:t>
      </w:r>
      <w:r>
        <w:t>șa 0</w:t>
      </w:r>
      <w:r w:rsidR="00FD5A94">
        <w:t>2</w:t>
      </w:r>
      <w:r>
        <w:t xml:space="preserve"> </w:t>
      </w:r>
      <w:r w:rsidR="00384496">
        <w:t xml:space="preserve">C# </w:t>
      </w:r>
      <w:r>
        <w:t xml:space="preserve">– </w:t>
      </w:r>
      <w:r w:rsidR="00FD5A94">
        <w:t xml:space="preserve">vectori, </w:t>
      </w:r>
      <w:r w:rsidR="00E16064">
        <w:t>matrice</w:t>
      </w:r>
    </w:p>
    <w:p w:rsidR="00EB25BB" w:rsidRDefault="00FD5A94" w:rsidP="007C0A95">
      <w:pPr>
        <w:pStyle w:val="ListParagraph"/>
        <w:numPr>
          <w:ilvl w:val="0"/>
          <w:numId w:val="3"/>
        </w:numPr>
        <w:contextualSpacing w:val="0"/>
      </w:pPr>
      <w:r>
        <w:t>Definire, citire, afișare vector.</w:t>
      </w:r>
    </w:p>
    <w:p w:rsidR="00FD5A94" w:rsidRDefault="00FD5A94" w:rsidP="00FD5A94">
      <w:pPr>
        <w:pStyle w:val="ListParagraph"/>
        <w:numPr>
          <w:ilvl w:val="0"/>
          <w:numId w:val="3"/>
        </w:numPr>
        <w:contextualSpacing w:val="0"/>
      </w:pPr>
      <w:r>
        <w:t>Definire, citire, afișare matrice.</w:t>
      </w:r>
    </w:p>
    <w:p w:rsidR="003B454E" w:rsidRDefault="00E16064" w:rsidP="007C0A95">
      <w:pPr>
        <w:pStyle w:val="ListParagraph"/>
        <w:numPr>
          <w:ilvl w:val="0"/>
          <w:numId w:val="3"/>
        </w:numPr>
        <w:contextualSpacing w:val="0"/>
      </w:pPr>
      <w:r>
        <w:t>Determinați produsul de pe diagonala principală și produsul de pe diagonala secundară a unei matrice citite de la tastatură.</w:t>
      </w:r>
    </w:p>
    <w:p w:rsidR="00E16064" w:rsidRDefault="00E16064" w:rsidP="007C0A95">
      <w:pPr>
        <w:pStyle w:val="ListParagraph"/>
        <w:numPr>
          <w:ilvl w:val="0"/>
          <w:numId w:val="3"/>
        </w:numPr>
        <w:contextualSpacing w:val="0"/>
      </w:pPr>
      <w:r>
        <w:t>Afișați indicii liniilor dintr-o matrice care au suma elementelor pară.</w:t>
      </w:r>
    </w:p>
    <w:p w:rsidR="00E16064" w:rsidRDefault="00E16064" w:rsidP="007C0A95">
      <w:pPr>
        <w:pStyle w:val="ListParagraph"/>
        <w:numPr>
          <w:ilvl w:val="0"/>
          <w:numId w:val="3"/>
        </w:numPr>
        <w:contextualSpacing w:val="0"/>
      </w:pPr>
      <w:r>
        <w:t>Determinați numărul de numere prime dintr-un vector.</w:t>
      </w:r>
    </w:p>
    <w:p w:rsidR="00E16064" w:rsidRDefault="00E16064" w:rsidP="007C0A95">
      <w:pPr>
        <w:pStyle w:val="ListParagraph"/>
        <w:numPr>
          <w:ilvl w:val="0"/>
          <w:numId w:val="3"/>
        </w:numPr>
        <w:contextualSpacing w:val="0"/>
      </w:pPr>
      <w:r>
        <w:t xml:space="preserve">Se dă a matrice A(n, m). Construiți o altă matrice prin înlocuirea </w:t>
      </w:r>
      <w:r w:rsidR="00F61EBD">
        <w:t xml:space="preserve">tuturor </w:t>
      </w:r>
      <w:bookmarkStart w:id="0" w:name="_GoBack"/>
      <w:bookmarkEnd w:id="0"/>
      <w:r>
        <w:t>elementelor de pe liniile care conțin elementul maxim, cu elementul minim.</w:t>
      </w:r>
    </w:p>
    <w:p w:rsidR="003B454E" w:rsidRDefault="009F7552" w:rsidP="007C0A95">
      <w:pPr>
        <w:pStyle w:val="ListParagraph"/>
        <w:numPr>
          <w:ilvl w:val="0"/>
          <w:numId w:val="3"/>
        </w:numPr>
        <w:contextualSpacing w:val="0"/>
      </w:pPr>
      <w:r>
        <w:t xml:space="preserve">Determinați media aritmetică a elementelor </w:t>
      </w:r>
      <w:r w:rsidR="00743988">
        <w:t>dintr-un vector</w:t>
      </w:r>
      <w:r>
        <w:t>.</w:t>
      </w:r>
    </w:p>
    <w:sectPr w:rsidR="003B454E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59" w:rsidRDefault="00E54D59" w:rsidP="004F11FB">
      <w:pPr>
        <w:spacing w:before="0" w:after="0"/>
      </w:pPr>
      <w:r>
        <w:separator/>
      </w:r>
    </w:p>
  </w:endnote>
  <w:endnote w:type="continuationSeparator" w:id="0">
    <w:p w:rsidR="00E54D59" w:rsidRDefault="00E54D59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Footer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ab/>
      <w:t xml:space="preserve">Pagina </w:t>
    </w:r>
    <w:r w:rsidR="009D3861" w:rsidRPr="007C0A95">
      <w:rPr>
        <w:i/>
        <w:color w:val="808080" w:themeColor="background1" w:themeShade="80"/>
      </w:rPr>
      <w:fldChar w:fldCharType="begin"/>
    </w:r>
    <w:r w:rsidRPr="007C0A95">
      <w:rPr>
        <w:i/>
        <w:color w:val="808080" w:themeColor="background1" w:themeShade="80"/>
      </w:rPr>
      <w:instrText xml:space="preserve"> PAGE   \* MERGEFORMAT </w:instrText>
    </w:r>
    <w:r w:rsidR="009D3861" w:rsidRPr="007C0A95">
      <w:rPr>
        <w:i/>
        <w:color w:val="808080" w:themeColor="background1" w:themeShade="80"/>
      </w:rPr>
      <w:fldChar w:fldCharType="separate"/>
    </w:r>
    <w:r w:rsidR="00384496">
      <w:rPr>
        <w:i/>
        <w:noProof/>
        <w:color w:val="808080" w:themeColor="background1" w:themeShade="80"/>
      </w:rPr>
      <w:t>1</w:t>
    </w:r>
    <w:r w:rsidR="009D3861" w:rsidRPr="007C0A95">
      <w:rPr>
        <w:i/>
        <w:noProof/>
        <w:color w:val="808080" w:themeColor="background1" w:themeShade="80"/>
      </w:rPr>
      <w:fldChar w:fldCharType="end"/>
    </w:r>
    <w:r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384496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59" w:rsidRDefault="00E54D59" w:rsidP="004F11FB">
      <w:pPr>
        <w:spacing w:before="0" w:after="0"/>
      </w:pPr>
      <w:r>
        <w:separator/>
      </w:r>
    </w:p>
  </w:footnote>
  <w:footnote w:type="continuationSeparator" w:id="0">
    <w:p w:rsidR="00E54D59" w:rsidRDefault="00E54D59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Header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B54"/>
    <w:rsid w:val="000649A5"/>
    <w:rsid w:val="000F1B54"/>
    <w:rsid w:val="001533D6"/>
    <w:rsid w:val="001630B9"/>
    <w:rsid w:val="00212844"/>
    <w:rsid w:val="00230446"/>
    <w:rsid w:val="002633AC"/>
    <w:rsid w:val="00363B17"/>
    <w:rsid w:val="00384496"/>
    <w:rsid w:val="003B454E"/>
    <w:rsid w:val="003D3DE6"/>
    <w:rsid w:val="004F11FB"/>
    <w:rsid w:val="006B5CC1"/>
    <w:rsid w:val="00743988"/>
    <w:rsid w:val="007C0A95"/>
    <w:rsid w:val="007E3620"/>
    <w:rsid w:val="007E4030"/>
    <w:rsid w:val="00821FC0"/>
    <w:rsid w:val="0082545A"/>
    <w:rsid w:val="00885E9B"/>
    <w:rsid w:val="008C027A"/>
    <w:rsid w:val="008C6307"/>
    <w:rsid w:val="00917A00"/>
    <w:rsid w:val="009D3861"/>
    <w:rsid w:val="009F7552"/>
    <w:rsid w:val="00B031FB"/>
    <w:rsid w:val="00BE6333"/>
    <w:rsid w:val="00CB7FC6"/>
    <w:rsid w:val="00CD59E6"/>
    <w:rsid w:val="00D05988"/>
    <w:rsid w:val="00D5680F"/>
    <w:rsid w:val="00D66572"/>
    <w:rsid w:val="00E16064"/>
    <w:rsid w:val="00E54D59"/>
    <w:rsid w:val="00EA49D7"/>
    <w:rsid w:val="00EB25BB"/>
    <w:rsid w:val="00EB7EDB"/>
    <w:rsid w:val="00F61EBD"/>
    <w:rsid w:val="00FD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76EAC77-6231-40F3-A35B-D047EB3E407D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14</cp:revision>
  <cp:lastPrinted>2013-09-19T07:08:00Z</cp:lastPrinted>
  <dcterms:created xsi:type="dcterms:W3CDTF">2013-09-30T07:55:00Z</dcterms:created>
  <dcterms:modified xsi:type="dcterms:W3CDTF">2013-10-03T12:51:00Z</dcterms:modified>
</cp:coreProperties>
</file>